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9420A" w14:textId="408D5098" w:rsidR="00D252BB" w:rsidRDefault="00D252BB" w:rsidP="00D252BB">
      <w:pPr>
        <w:pStyle w:val="Brezrazmikov"/>
      </w:pPr>
      <w:r>
        <w:t>Kamnik, 5. 2. 2025</w:t>
      </w:r>
    </w:p>
    <w:p w14:paraId="371CFFCA" w14:textId="092561E5" w:rsidR="00964488" w:rsidRPr="00DD15A4" w:rsidRDefault="00DD15A4" w:rsidP="00DD15A4">
      <w:pPr>
        <w:pStyle w:val="Naslov2"/>
        <w:rPr>
          <w:rFonts w:asciiTheme="minorHAnsi" w:hAnsiTheme="minorHAnsi" w:cstheme="minorHAnsi"/>
        </w:rPr>
      </w:pPr>
      <w:r w:rsidRPr="00DD15A4">
        <w:rPr>
          <w:rFonts w:asciiTheme="minorHAnsi" w:hAnsiTheme="minorHAnsi" w:cstheme="minorHAnsi"/>
        </w:rPr>
        <w:t>Javni natečaj za oblikovanje grafike nad glavnim vhodom v Dom kulture Kamnik</w:t>
      </w:r>
    </w:p>
    <w:p w14:paraId="271D7D97" w14:textId="77777777" w:rsidR="00DD15A4" w:rsidRDefault="00DD15A4" w:rsidP="00DD15A4">
      <w:pPr>
        <w:rPr>
          <w:sz w:val="22"/>
          <w:szCs w:val="22"/>
          <w:lang w:val="sl-SI"/>
        </w:rPr>
      </w:pPr>
    </w:p>
    <w:p w14:paraId="022E9F3E" w14:textId="77777777" w:rsidR="00D252BB" w:rsidRDefault="00D252BB" w:rsidP="00DD15A4">
      <w:pPr>
        <w:rPr>
          <w:sz w:val="22"/>
          <w:szCs w:val="22"/>
          <w:lang w:val="sl-SI"/>
        </w:rPr>
      </w:pPr>
    </w:p>
    <w:p w14:paraId="20215035" w14:textId="7B7D7011" w:rsidR="00BB543C" w:rsidRPr="00FC0974" w:rsidRDefault="00BB543C" w:rsidP="00BB543C">
      <w:pPr>
        <w:rPr>
          <w:b/>
          <w:bCs/>
          <w:lang w:val="sl-SI"/>
        </w:rPr>
      </w:pPr>
      <w:r w:rsidRPr="00FC0974">
        <w:rPr>
          <w:b/>
          <w:bCs/>
          <w:lang w:val="sl-SI"/>
        </w:rPr>
        <w:t xml:space="preserve">OBRAZEC </w:t>
      </w:r>
      <w:r w:rsidR="008E5BDD">
        <w:rPr>
          <w:b/>
          <w:bCs/>
          <w:lang w:val="sl-SI"/>
        </w:rPr>
        <w:t>2</w:t>
      </w:r>
      <w:r w:rsidRPr="00FC0974">
        <w:rPr>
          <w:b/>
          <w:bCs/>
          <w:lang w:val="sl-SI"/>
        </w:rPr>
        <w:t xml:space="preserve"> – </w:t>
      </w:r>
      <w:r w:rsidR="008E5BDD">
        <w:rPr>
          <w:b/>
          <w:bCs/>
          <w:lang w:val="sl-SI"/>
        </w:rPr>
        <w:t>PREDSTAVITEV GRAFIKE</w:t>
      </w:r>
    </w:p>
    <w:p w14:paraId="390EC7E9" w14:textId="77777777" w:rsidR="00BB543C" w:rsidRDefault="00BB543C" w:rsidP="00BB543C">
      <w:pPr>
        <w:rPr>
          <w:lang w:val="sl-SI"/>
        </w:rPr>
      </w:pPr>
    </w:p>
    <w:p w14:paraId="07181A80" w14:textId="0BF0F039" w:rsidR="00BB543C" w:rsidRDefault="008E5BDD" w:rsidP="00BB543C">
      <w:pPr>
        <w:rPr>
          <w:lang w:val="sl-SI"/>
        </w:rPr>
      </w:pPr>
      <w:r>
        <w:rPr>
          <w:lang w:val="sl-SI"/>
        </w:rPr>
        <w:t>Predstavitev prijavljene grafike</w:t>
      </w:r>
    </w:p>
    <w:p w14:paraId="42BD66B5" w14:textId="77777777" w:rsidR="00BB543C" w:rsidRDefault="00BB543C" w:rsidP="00BB543C">
      <w:pPr>
        <w:rPr>
          <w:lang w:val="sl-SI"/>
        </w:rPr>
      </w:pPr>
    </w:p>
    <w:tbl>
      <w:tblPr>
        <w:tblStyle w:val="Tabelamre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062"/>
      </w:tblGrid>
      <w:tr w:rsidR="008E5BDD" w14:paraId="46AB2B85" w14:textId="77777777" w:rsidTr="008E5BDD">
        <w:trPr>
          <w:trHeight w:val="7391"/>
        </w:trPr>
        <w:tc>
          <w:tcPr>
            <w:tcW w:w="9062" w:type="dxa"/>
          </w:tcPr>
          <w:p w14:paraId="4D6C1695" w14:textId="76905832" w:rsidR="008E5BDD" w:rsidRDefault="008E5BDD" w:rsidP="00BB543C">
            <w:pPr>
              <w:rPr>
                <w:lang w:val="sl-SI"/>
              </w:rPr>
            </w:pPr>
          </w:p>
        </w:tc>
      </w:tr>
    </w:tbl>
    <w:p w14:paraId="4D8EC168" w14:textId="77777777" w:rsidR="00BB543C" w:rsidRDefault="00BB543C" w:rsidP="00BB543C">
      <w:pPr>
        <w:rPr>
          <w:lang w:val="sl-SI"/>
        </w:rPr>
      </w:pPr>
    </w:p>
    <w:p w14:paraId="11465B9F" w14:textId="77777777" w:rsidR="00BB543C" w:rsidRDefault="00BB543C" w:rsidP="00BB543C">
      <w:pPr>
        <w:rPr>
          <w:lang w:val="sl-SI"/>
        </w:rPr>
      </w:pPr>
    </w:p>
    <w:p w14:paraId="0E66EBD4" w14:textId="77777777" w:rsidR="00F314DB" w:rsidRPr="005D5F36" w:rsidRDefault="00F314DB" w:rsidP="00BB543C">
      <w:pPr>
        <w:rPr>
          <w:lang w:val="sl-SI"/>
        </w:rPr>
      </w:pPr>
    </w:p>
    <w:sectPr w:rsidR="00F314DB" w:rsidRPr="005D5F36" w:rsidSect="00F314DB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9D1E8" w14:textId="77777777" w:rsidR="009F2FD5" w:rsidRDefault="009F2FD5" w:rsidP="00F314DB">
      <w:r>
        <w:separator/>
      </w:r>
    </w:p>
  </w:endnote>
  <w:endnote w:type="continuationSeparator" w:id="0">
    <w:p w14:paraId="7AF36AE6" w14:textId="77777777" w:rsidR="009F2FD5" w:rsidRDefault="009F2FD5" w:rsidP="00F3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Zilla Slab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Zilla Slab SemiBold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A5A62" w14:textId="1E093E32" w:rsidR="00F314DB" w:rsidRPr="00F314DB" w:rsidRDefault="00F314DB" w:rsidP="00F314DB">
    <w:pPr>
      <w:pStyle w:val="Noga"/>
      <w:jc w:val="right"/>
      <w:rPr>
        <w:color w:val="0A2D64"/>
        <w:sz w:val="18"/>
      </w:rPr>
    </w:pPr>
    <w:r w:rsidRPr="00F314DB">
      <w:rPr>
        <w:rFonts w:ascii="Zilla Slab SemiBold" w:hAnsi="Zilla Slab SemiBold"/>
        <w:color w:val="595959" w:themeColor="text1" w:themeTint="A6"/>
        <w:sz w:val="18"/>
      </w:rPr>
      <w:t>stran</w:t>
    </w:r>
    <w:r w:rsidRPr="00F314DB">
      <w:rPr>
        <w:color w:val="595959" w:themeColor="text1" w:themeTint="A6"/>
        <w:sz w:val="18"/>
      </w:rPr>
      <w:t xml:space="preserve"> </w:t>
    </w:r>
    <w:r w:rsidRPr="00F314DB">
      <w:rPr>
        <w:color w:val="595959" w:themeColor="text1" w:themeTint="A6"/>
        <w:sz w:val="18"/>
      </w:rPr>
      <w:fldChar w:fldCharType="begin"/>
    </w:r>
    <w:r w:rsidRPr="00F314DB">
      <w:rPr>
        <w:color w:val="595959" w:themeColor="text1" w:themeTint="A6"/>
        <w:sz w:val="18"/>
      </w:rPr>
      <w:instrText>PAGE  \* Arabic  \* MERGEFORMAT</w:instrText>
    </w:r>
    <w:r w:rsidRPr="00F314DB">
      <w:rPr>
        <w:color w:val="595959" w:themeColor="text1" w:themeTint="A6"/>
        <w:sz w:val="18"/>
      </w:rPr>
      <w:fldChar w:fldCharType="separate"/>
    </w:r>
    <w:r w:rsidRPr="00F314DB">
      <w:rPr>
        <w:color w:val="595959" w:themeColor="text1" w:themeTint="A6"/>
        <w:sz w:val="18"/>
      </w:rPr>
      <w:t>2</w:t>
    </w:r>
    <w:r w:rsidRPr="00F314DB">
      <w:rPr>
        <w:color w:val="595959" w:themeColor="text1" w:themeTint="A6"/>
        <w:sz w:val="18"/>
      </w:rPr>
      <w:fldChar w:fldCharType="end"/>
    </w:r>
    <w:r w:rsidRPr="00F314DB">
      <w:rPr>
        <w:color w:val="595959" w:themeColor="text1" w:themeTint="A6"/>
        <w:sz w:val="18"/>
      </w:rPr>
      <w:t xml:space="preserve"> </w:t>
    </w:r>
    <w:r w:rsidRPr="00F314DB">
      <w:rPr>
        <w:rFonts w:ascii="Zilla Slab SemiBold" w:hAnsi="Zilla Slab SemiBold"/>
        <w:color w:val="595959" w:themeColor="text1" w:themeTint="A6"/>
        <w:sz w:val="18"/>
      </w:rPr>
      <w:t>od</w:t>
    </w:r>
    <w:r w:rsidRPr="00F314DB">
      <w:rPr>
        <w:color w:val="595959" w:themeColor="text1" w:themeTint="A6"/>
        <w:sz w:val="18"/>
      </w:rPr>
      <w:t xml:space="preserve"> </w:t>
    </w:r>
    <w:r w:rsidR="00312C54">
      <w:rPr>
        <w:color w:val="595959" w:themeColor="text1" w:themeTint="A6"/>
        <w:sz w:val="18"/>
      </w:rPr>
      <w:fldChar w:fldCharType="begin"/>
    </w:r>
    <w:r w:rsidR="00312C54">
      <w:rPr>
        <w:color w:val="595959" w:themeColor="text1" w:themeTint="A6"/>
        <w:sz w:val="18"/>
      </w:rPr>
      <w:instrText xml:space="preserve"> NUMPAGES  </w:instrText>
    </w:r>
    <w:r w:rsidR="00312C54">
      <w:rPr>
        <w:color w:val="595959" w:themeColor="text1" w:themeTint="A6"/>
        <w:sz w:val="18"/>
      </w:rPr>
      <w:fldChar w:fldCharType="separate"/>
    </w:r>
    <w:r w:rsidR="00312C54">
      <w:rPr>
        <w:noProof/>
        <w:color w:val="595959" w:themeColor="text1" w:themeTint="A6"/>
        <w:sz w:val="18"/>
      </w:rPr>
      <w:t>1</w:t>
    </w:r>
    <w:r w:rsidR="00312C54">
      <w:rPr>
        <w:color w:val="595959" w:themeColor="text1" w:themeTint="A6"/>
        <w:sz w:val="18"/>
      </w:rPr>
      <w:fldChar w:fldCharType="end"/>
    </w:r>
    <w:r>
      <w:rPr>
        <w:color w:val="0A2D64"/>
        <w:sz w:val="18"/>
      </w:rPr>
      <w:br/>
    </w:r>
  </w:p>
  <w:p w14:paraId="08AA590A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 w:rsidRPr="00F314DB">
      <w:rPr>
        <w:color w:val="0A2D64"/>
        <w:sz w:val="18"/>
      </w:rPr>
      <w:t>JAVNI ZAVOD ZA</w:t>
    </w:r>
  </w:p>
  <w:p w14:paraId="0A269CCB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>
      <w:rPr>
        <w:rFonts w:ascii="Zilla Slab SemiBold" w:hAnsi="Zilla Slab SemiBold"/>
        <w:color w:val="0A2D64"/>
        <w:sz w:val="18"/>
      </w:rPr>
      <w:t>KULTURO KAMNIK</w:t>
    </w:r>
  </w:p>
  <w:p w14:paraId="0659C827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3D6040AF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  <w:r w:rsidRPr="00F314DB">
      <w:rPr>
        <w:color w:val="0A2D64"/>
        <w:sz w:val="18"/>
      </w:rPr>
      <w:t>Polčeva pot 10, 1241 Kamnik</w:t>
    </w:r>
  </w:p>
  <w:p w14:paraId="309E3C1D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4174E366" w14:textId="77777777" w:rsidR="00F314DB" w:rsidRPr="00C422D6" w:rsidRDefault="00F314DB" w:rsidP="00F314DB">
    <w:pPr>
      <w:pStyle w:val="Noga"/>
      <w:jc w:val="center"/>
      <w:rPr>
        <w:color w:val="0A2D64"/>
        <w:sz w:val="18"/>
      </w:rPr>
    </w:pPr>
    <w:r w:rsidRPr="001464C2">
      <w:rPr>
        <w:rFonts w:ascii="Zilla Slab SemiBold" w:hAnsi="Zilla Slab SemiBold"/>
        <w:color w:val="0A2D64"/>
        <w:sz w:val="18"/>
      </w:rPr>
      <w:t>matična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8180431000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davčna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19359713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TRR:</w:t>
    </w:r>
    <w:r w:rsidRPr="00C422D6">
      <w:rPr>
        <w:color w:val="0A2D64"/>
        <w:sz w:val="18"/>
      </w:rPr>
      <w:t xml:space="preserve"> SI56 </w:t>
    </w:r>
    <w:r w:rsidRPr="00F314DB">
      <w:rPr>
        <w:color w:val="0A2D64"/>
        <w:sz w:val="18"/>
      </w:rPr>
      <w:t>0110 0600 0060 454</w:t>
    </w:r>
  </w:p>
  <w:p w14:paraId="3C44A91B" w14:textId="77777777" w:rsidR="00F314DB" w:rsidRDefault="00F314DB">
    <w:pPr>
      <w:pStyle w:val="Noga"/>
      <w:jc w:val="center"/>
      <w:rPr>
        <w:color w:val="4472C4" w:themeColor="accent1"/>
      </w:rPr>
    </w:pPr>
  </w:p>
  <w:p w14:paraId="31183D9D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1D34C" w14:textId="77777777" w:rsidR="009F2FD5" w:rsidRDefault="009F2FD5" w:rsidP="00F314DB">
      <w:r>
        <w:separator/>
      </w:r>
    </w:p>
  </w:footnote>
  <w:footnote w:type="continuationSeparator" w:id="0">
    <w:p w14:paraId="1DE99AEE" w14:textId="77777777" w:rsidR="009F2FD5" w:rsidRDefault="009F2FD5" w:rsidP="00F31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155FD" w14:textId="77777777" w:rsidR="00F314DB" w:rsidRDefault="00F314DB">
    <w:pPr>
      <w:pStyle w:val="Glav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6EBDD8F" wp14:editId="319FA804">
          <wp:simplePos x="0" y="0"/>
          <wp:positionH relativeFrom="column">
            <wp:posOffset>3700145</wp:posOffset>
          </wp:positionH>
          <wp:positionV relativeFrom="paragraph">
            <wp:posOffset>-354330</wp:posOffset>
          </wp:positionV>
          <wp:extent cx="2343815" cy="1439772"/>
          <wp:effectExtent l="0" t="0" r="0" b="0"/>
          <wp:wrapNone/>
          <wp:docPr id="32" name="Slika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815" cy="1439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4FD7EF6" wp14:editId="1BFC9795">
          <wp:simplePos x="0" y="0"/>
          <wp:positionH relativeFrom="column">
            <wp:posOffset>-312907</wp:posOffset>
          </wp:positionH>
          <wp:positionV relativeFrom="paragraph">
            <wp:posOffset>-63500</wp:posOffset>
          </wp:positionV>
          <wp:extent cx="2562225" cy="839935"/>
          <wp:effectExtent l="0" t="0" r="0" b="0"/>
          <wp:wrapNone/>
          <wp:docPr id="33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83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7CA294" w14:textId="77777777" w:rsidR="00F314DB" w:rsidRDefault="00F314DB">
    <w:pPr>
      <w:pStyle w:val="Glava"/>
    </w:pPr>
  </w:p>
  <w:p w14:paraId="7175CF2B" w14:textId="77777777" w:rsidR="00F314DB" w:rsidRDefault="00F314DB">
    <w:pPr>
      <w:pStyle w:val="Glava"/>
    </w:pPr>
  </w:p>
  <w:p w14:paraId="4F99A8CB" w14:textId="77777777" w:rsidR="00F314DB" w:rsidRDefault="00F314DB">
    <w:pPr>
      <w:pStyle w:val="Glava"/>
    </w:pPr>
  </w:p>
  <w:p w14:paraId="54ED5D78" w14:textId="77777777" w:rsidR="00F314DB" w:rsidRDefault="00F314DB">
    <w:pPr>
      <w:pStyle w:val="Glava"/>
    </w:pPr>
  </w:p>
  <w:p w14:paraId="3127A9C0" w14:textId="77777777" w:rsidR="00F314DB" w:rsidRDefault="00F314DB">
    <w:pPr>
      <w:pStyle w:val="Glava"/>
    </w:pPr>
  </w:p>
  <w:p w14:paraId="59A7E677" w14:textId="77777777" w:rsidR="00F314DB" w:rsidRDefault="00F314D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25043"/>
    <w:multiLevelType w:val="hybridMultilevel"/>
    <w:tmpl w:val="A6D82F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C49FF"/>
    <w:multiLevelType w:val="multilevel"/>
    <w:tmpl w:val="E88A8A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53F77FDE"/>
    <w:multiLevelType w:val="hybridMultilevel"/>
    <w:tmpl w:val="5CEA1A3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738795">
    <w:abstractNumId w:val="2"/>
  </w:num>
  <w:num w:numId="2" w16cid:durableId="1993098405">
    <w:abstractNumId w:val="1"/>
  </w:num>
  <w:num w:numId="3" w16cid:durableId="1985498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D5"/>
    <w:rsid w:val="00106E4A"/>
    <w:rsid w:val="001372C3"/>
    <w:rsid w:val="001F7B91"/>
    <w:rsid w:val="002B38B9"/>
    <w:rsid w:val="00312C54"/>
    <w:rsid w:val="0037653F"/>
    <w:rsid w:val="003A1DE9"/>
    <w:rsid w:val="003C5591"/>
    <w:rsid w:val="005D5F36"/>
    <w:rsid w:val="005F6FD3"/>
    <w:rsid w:val="00630543"/>
    <w:rsid w:val="00644041"/>
    <w:rsid w:val="00796FB7"/>
    <w:rsid w:val="007A535F"/>
    <w:rsid w:val="007C360A"/>
    <w:rsid w:val="00846F06"/>
    <w:rsid w:val="008E5BDD"/>
    <w:rsid w:val="00964488"/>
    <w:rsid w:val="009F2FD5"/>
    <w:rsid w:val="00A268E2"/>
    <w:rsid w:val="00AA0542"/>
    <w:rsid w:val="00AE1BA2"/>
    <w:rsid w:val="00B245EC"/>
    <w:rsid w:val="00B81CAD"/>
    <w:rsid w:val="00BB543C"/>
    <w:rsid w:val="00CF3FE6"/>
    <w:rsid w:val="00D252BB"/>
    <w:rsid w:val="00DD15A4"/>
    <w:rsid w:val="00E03133"/>
    <w:rsid w:val="00EF1A94"/>
    <w:rsid w:val="00F314DB"/>
    <w:rsid w:val="00F6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F9600"/>
  <w15:chartTrackingRefBased/>
  <w15:docId w15:val="{A515330C-87A8-4C77-B032-4CB12BB7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F2FD5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F314DB"/>
    <w:pPr>
      <w:keepNext/>
      <w:keepLines/>
      <w:spacing w:before="240" w:line="259" w:lineRule="auto"/>
      <w:outlineLvl w:val="0"/>
    </w:pPr>
    <w:rPr>
      <w:rFonts w:ascii="Zilla Slab" w:eastAsiaTheme="majorEastAsia" w:hAnsi="Zilla Slab" w:cstheme="majorBidi"/>
      <w:b/>
      <w:color w:val="1F3864" w:themeColor="accent1" w:themeShade="80"/>
      <w:sz w:val="30"/>
      <w:szCs w:val="32"/>
      <w:lang w:val="sl-SI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30543"/>
    <w:pPr>
      <w:keepNext/>
      <w:keepLines/>
      <w:spacing w:before="40" w:line="259" w:lineRule="auto"/>
      <w:outlineLvl w:val="1"/>
    </w:pPr>
    <w:rPr>
      <w:rFonts w:ascii="Zilla Slab" w:eastAsiaTheme="majorEastAsia" w:hAnsi="Zilla Slab" w:cstheme="majorBidi"/>
      <w:b/>
      <w:color w:val="1F3864" w:themeColor="accent1" w:themeShade="80"/>
      <w:sz w:val="26"/>
      <w:szCs w:val="26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GlavaZnak">
    <w:name w:val="Glava Znak"/>
    <w:basedOn w:val="Privzetapisavaodstavka"/>
    <w:link w:val="Glava"/>
    <w:uiPriority w:val="99"/>
    <w:rsid w:val="00F314DB"/>
  </w:style>
  <w:style w:type="paragraph" w:styleId="Noga">
    <w:name w:val="footer"/>
    <w:basedOn w:val="Navaden"/>
    <w:link w:val="Nog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NogaZnak">
    <w:name w:val="Noga Znak"/>
    <w:basedOn w:val="Privzetapisavaodstavka"/>
    <w:link w:val="Noga"/>
    <w:uiPriority w:val="99"/>
    <w:rsid w:val="00F314DB"/>
  </w:style>
  <w:style w:type="character" w:customStyle="1" w:styleId="Naslov1Znak">
    <w:name w:val="Naslov 1 Znak"/>
    <w:basedOn w:val="Privzetapisavaodstavka"/>
    <w:link w:val="Naslov1"/>
    <w:uiPriority w:val="9"/>
    <w:rsid w:val="00F314DB"/>
    <w:rPr>
      <w:rFonts w:ascii="Zilla Slab" w:eastAsiaTheme="majorEastAsia" w:hAnsi="Zilla Slab" w:cstheme="majorBidi"/>
      <w:b/>
      <w:color w:val="1F3864" w:themeColor="accent1" w:themeShade="80"/>
      <w:sz w:val="30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630543"/>
    <w:rPr>
      <w:rFonts w:ascii="Zilla Slab" w:eastAsiaTheme="majorEastAsia" w:hAnsi="Zilla Slab" w:cstheme="majorBidi"/>
      <w:b/>
      <w:color w:val="1F3864" w:themeColor="accent1" w:themeShade="80"/>
      <w:sz w:val="26"/>
      <w:szCs w:val="26"/>
    </w:rPr>
  </w:style>
  <w:style w:type="table" w:styleId="Tabelamrea">
    <w:name w:val="Table Grid"/>
    <w:basedOn w:val="Navadnatabela"/>
    <w:uiPriority w:val="39"/>
    <w:rsid w:val="009F2FD5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C360A"/>
    <w:pPr>
      <w:ind w:left="720"/>
      <w:contextualSpacing/>
    </w:pPr>
  </w:style>
  <w:style w:type="paragraph" w:styleId="Brezrazmikov">
    <w:name w:val="No Spacing"/>
    <w:uiPriority w:val="1"/>
    <w:qFormat/>
    <w:rsid w:val="00D252BB"/>
    <w:pPr>
      <w:spacing w:after="0" w:line="240" w:lineRule="auto"/>
    </w:pPr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mozj\OneDrive%20-%20Zavod%20za%20turizem%20in%20&#353;port%20v%20ob&#269;ini%20Kamnik\Dokumenti\Officeove%20predloge%20po%20meri\DKK%20ZKK%20template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DKK ZKK template.dotx</Template>
  <TotalTime>41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primozj</dc:creator>
  <cp:keywords/>
  <dc:description/>
  <cp:lastModifiedBy>Primož Jeras</cp:lastModifiedBy>
  <cp:revision>17</cp:revision>
  <dcterms:created xsi:type="dcterms:W3CDTF">2021-11-05T07:01:00Z</dcterms:created>
  <dcterms:modified xsi:type="dcterms:W3CDTF">2025-02-05T07:22:00Z</dcterms:modified>
</cp:coreProperties>
</file>